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F82AC2" w14:textId="5290DB40" w:rsidR="00595483" w:rsidRDefault="00CC1F9C" w:rsidP="00522AAD"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74D9FDD0" wp14:editId="13C636DA">
                <wp:simplePos x="0" y="0"/>
                <wp:positionH relativeFrom="column">
                  <wp:posOffset>3177149</wp:posOffset>
                </wp:positionH>
                <wp:positionV relativeFrom="paragraph">
                  <wp:posOffset>4471035</wp:posOffset>
                </wp:positionV>
                <wp:extent cx="1009650" cy="301625"/>
                <wp:effectExtent l="0" t="0" r="20320" b="22225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09650" cy="3016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7EC6268F" w14:textId="77777777" w:rsidR="009971EA" w:rsidRDefault="009971EA" w:rsidP="009971EA">
                            <w:r>
                              <w:t>Isotope model</w:t>
                            </w:r>
                          </w:p>
                          <w:p w14:paraId="12C2381C" w14:textId="77777777" w:rsidR="009971EA" w:rsidRDefault="009971EA" w:rsidP="009971EA"/>
                          <w:p w14:paraId="3FEF3CE6" w14:textId="77777777" w:rsidR="009971EA" w:rsidRDefault="009971EA" w:rsidP="009971EA"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4D9FDD0"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margin-left:250.15pt;margin-top:352.05pt;width:79.5pt;height:23.75pt;z-index:2516567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" fillcolor="window" strokeweight=".5pt">
                <v:textbox>
                  <w:txbxContent>
                    <w:p w14:paraId="7EC6268F" w14:textId="77777777" w:rsidR="009971EA" w:rsidRDefault="009971EA" w:rsidP="009971EA">
                      <w:r>
                        <w:t>Isotope model</w:t>
                      </w:r>
                    </w:p>
                    <w:p w14:paraId="12C2381C" w14:textId="77777777" w:rsidR="009971EA" w:rsidRDefault="009971EA" w:rsidP="009971EA"/>
                    <w:p w14:paraId="3FEF3CE6" w14:textId="77777777" w:rsidR="009971EA" w:rsidRDefault="009971EA" w:rsidP="009971EA">
                      <w: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7F9B27DC" wp14:editId="0F317696">
                <wp:simplePos x="0" y="0"/>
                <wp:positionH relativeFrom="column">
                  <wp:posOffset>3294673</wp:posOffset>
                </wp:positionH>
                <wp:positionV relativeFrom="paragraph">
                  <wp:posOffset>1287780</wp:posOffset>
                </wp:positionV>
                <wp:extent cx="1009650" cy="301625"/>
                <wp:effectExtent l="0" t="0" r="13970" b="22225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09650" cy="3016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3D4E357D" w14:textId="7FD412D2" w:rsidR="000D1650" w:rsidRDefault="000D1650" w:rsidP="000D1650">
                            <w:r>
                              <w:t>PS067</w:t>
                            </w:r>
                          </w:p>
                          <w:p w14:paraId="7C66CF47" w14:textId="77777777" w:rsidR="000D1650" w:rsidRDefault="000D1650" w:rsidP="000D1650"/>
                          <w:p w14:paraId="0F2AD2F4" w14:textId="77777777" w:rsidR="000D1650" w:rsidRDefault="000D1650" w:rsidP="000D1650"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9B27DC" id="Text Box 7" o:spid="_x0000_s1027" type="#_x0000_t202" style="position:absolute;margin-left:259.4pt;margin-top:101.4pt;width:79.5pt;height:23.75pt;z-index:25165875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" fillcolor="window" strokeweight=".5pt">
                <v:textbox>
                  <w:txbxContent>
                    <w:p w14:paraId="3D4E357D" w14:textId="7FD412D2" w:rsidR="000D1650" w:rsidRDefault="000D1650" w:rsidP="000D1650">
                      <w:r>
                        <w:t>PS067</w:t>
                      </w:r>
                    </w:p>
                    <w:p w14:paraId="7C66CF47" w14:textId="77777777" w:rsidR="000D1650" w:rsidRDefault="000D1650" w:rsidP="000D1650"/>
                    <w:p w14:paraId="0F2AD2F4" w14:textId="77777777" w:rsidR="000D1650" w:rsidRDefault="000D1650" w:rsidP="000D1650">
                      <w: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544399" w:rsidRPr="00544399">
        <w:t xml:space="preserve">  </w:t>
      </w:r>
      <w:r w:rsidRPr="00CC1F9C">
        <w:t xml:space="preserve"> </w:t>
      </w:r>
      <w:r w:rsidRPr="00CC1F9C">
        <w:rPr>
          <w:noProof/>
        </w:rPr>
        <w:drawing>
          <wp:inline distT="0" distB="0" distL="0" distR="0" wp14:anchorId="7F71C4E4" wp14:editId="408B012F">
            <wp:extent cx="7235825" cy="628205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5825" cy="6282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B645F1B" w14:textId="145044D8" w:rsidR="009971EA" w:rsidRDefault="009971EA" w:rsidP="00522AAD">
      <w:r>
        <w:lastRenderedPageBreak/>
        <w:t>Expected ion not found.</w:t>
      </w:r>
    </w:p>
    <w:sectPr w:rsidR="009971EA" w:rsidSect="004C2A0A">
      <w:pgSz w:w="15840" w:h="12240" w:orient="landscape"/>
      <w:pgMar w:top="864" w:right="835" w:bottom="1483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850EF"/>
    <w:rsid w:val="00044EB7"/>
    <w:rsid w:val="000D1650"/>
    <w:rsid w:val="001331D0"/>
    <w:rsid w:val="004C2A0A"/>
    <w:rsid w:val="00522AAD"/>
    <w:rsid w:val="00544399"/>
    <w:rsid w:val="00595483"/>
    <w:rsid w:val="005E3609"/>
    <w:rsid w:val="006850EF"/>
    <w:rsid w:val="00987A2D"/>
    <w:rsid w:val="009971EA"/>
    <w:rsid w:val="00B22530"/>
    <w:rsid w:val="00CC1F9C"/>
    <w:rsid w:val="00E751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F79C99"/>
  <w15:docId w15:val="{2164F9F7-C134-4554-9B92-ACFBC425B4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225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253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Microsoft\Templates\IMPERIAL.dotx.docx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IMPERIAL.dotx.docx</Template>
  <TotalTime>1</TotalTime>
  <Pages>2</Pages>
  <Words>4</Words>
  <Characters>27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Waters</Company>
  <LinksUpToDate>false</LinksUpToDate>
  <CharactersWithSpaces>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Waters</dc:creator>
  <cp:lastModifiedBy>Puchnarewicz, Malgorzata</cp:lastModifiedBy>
  <cp:revision>2</cp:revision>
  <dcterms:created xsi:type="dcterms:W3CDTF">2022-10-20T14:12:00Z</dcterms:created>
  <dcterms:modified xsi:type="dcterms:W3CDTF">2022-10-20T14:12:00Z</dcterms:modified>
</cp:coreProperties>
</file>